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A1" w:rsidRDefault="002731A1" w:rsidP="00C30565">
      <w:pPr>
        <w:jc w:val="center"/>
        <w:outlineLvl w:val="0"/>
        <w:rPr>
          <w:b/>
          <w:bCs/>
          <w:sz w:val="28"/>
          <w:szCs w:val="28"/>
        </w:rPr>
      </w:pPr>
    </w:p>
    <w:p w:rsidR="002731A1" w:rsidRPr="00977C8C" w:rsidRDefault="002731A1" w:rsidP="00AA7824">
      <w:pPr>
        <w:tabs>
          <w:tab w:val="left" w:pos="8160"/>
        </w:tabs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77C8C">
        <w:rPr>
          <w:sz w:val="28"/>
          <w:szCs w:val="28"/>
        </w:rPr>
        <w:t>проект</w:t>
      </w:r>
    </w:p>
    <w:p w:rsidR="002731A1" w:rsidRDefault="002731A1" w:rsidP="00C30565">
      <w:pPr>
        <w:jc w:val="center"/>
        <w:outlineLvl w:val="0"/>
        <w:rPr>
          <w:b/>
          <w:bCs/>
          <w:sz w:val="28"/>
          <w:szCs w:val="28"/>
        </w:rPr>
      </w:pPr>
    </w:p>
    <w:p w:rsidR="002731A1" w:rsidRDefault="002731A1" w:rsidP="00C30565">
      <w:pPr>
        <w:jc w:val="center"/>
        <w:outlineLvl w:val="0"/>
        <w:rPr>
          <w:b/>
          <w:bCs/>
          <w:sz w:val="28"/>
          <w:szCs w:val="28"/>
        </w:rPr>
      </w:pPr>
      <w:r w:rsidRPr="009C22B4">
        <w:rPr>
          <w:b/>
          <w:bCs/>
          <w:sz w:val="28"/>
          <w:szCs w:val="28"/>
        </w:rPr>
        <w:t>Администрация сельского поселения «</w:t>
      </w:r>
      <w:r>
        <w:rPr>
          <w:b/>
          <w:bCs/>
          <w:sz w:val="28"/>
          <w:szCs w:val="28"/>
        </w:rPr>
        <w:t>Куандинское</w:t>
      </w:r>
      <w:r w:rsidRPr="009C22B4">
        <w:rPr>
          <w:b/>
          <w:bCs/>
          <w:sz w:val="28"/>
          <w:szCs w:val="28"/>
        </w:rPr>
        <w:t>»</w:t>
      </w:r>
    </w:p>
    <w:p w:rsidR="002731A1" w:rsidRDefault="002731A1" w:rsidP="00C30565">
      <w:pPr>
        <w:jc w:val="center"/>
        <w:rPr>
          <w:b/>
          <w:bCs/>
          <w:sz w:val="28"/>
          <w:szCs w:val="28"/>
        </w:rPr>
      </w:pPr>
      <w:r w:rsidRPr="009C22B4">
        <w:rPr>
          <w:b/>
          <w:bCs/>
          <w:sz w:val="28"/>
          <w:szCs w:val="28"/>
        </w:rPr>
        <w:t xml:space="preserve"> «Каларский район»        </w:t>
      </w:r>
    </w:p>
    <w:p w:rsidR="002731A1" w:rsidRDefault="002731A1" w:rsidP="00C30565">
      <w:pPr>
        <w:jc w:val="center"/>
        <w:rPr>
          <w:b/>
          <w:bCs/>
          <w:sz w:val="28"/>
          <w:szCs w:val="28"/>
        </w:rPr>
      </w:pPr>
      <w:r w:rsidRPr="009C22B4">
        <w:rPr>
          <w:b/>
          <w:bCs/>
          <w:sz w:val="28"/>
          <w:szCs w:val="28"/>
        </w:rPr>
        <w:t>Забайкальск</w:t>
      </w:r>
      <w:r>
        <w:rPr>
          <w:b/>
          <w:bCs/>
          <w:sz w:val="28"/>
          <w:szCs w:val="28"/>
        </w:rPr>
        <w:t>ий</w:t>
      </w:r>
      <w:r w:rsidRPr="009C22B4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й</w:t>
      </w:r>
    </w:p>
    <w:p w:rsidR="002731A1" w:rsidRDefault="002731A1" w:rsidP="00C30565">
      <w:pPr>
        <w:jc w:val="center"/>
        <w:rPr>
          <w:b/>
          <w:bCs/>
          <w:sz w:val="28"/>
          <w:szCs w:val="28"/>
        </w:rPr>
      </w:pPr>
    </w:p>
    <w:p w:rsidR="002731A1" w:rsidRPr="009C22B4" w:rsidRDefault="002731A1" w:rsidP="00C30565">
      <w:pPr>
        <w:jc w:val="center"/>
        <w:rPr>
          <w:b/>
          <w:bCs/>
          <w:sz w:val="28"/>
          <w:szCs w:val="28"/>
        </w:rPr>
      </w:pPr>
    </w:p>
    <w:p w:rsidR="002731A1" w:rsidRDefault="002731A1" w:rsidP="00C30565">
      <w:pPr>
        <w:jc w:val="center"/>
        <w:outlineLvl w:val="0"/>
        <w:rPr>
          <w:sz w:val="32"/>
          <w:szCs w:val="32"/>
        </w:rPr>
      </w:pPr>
      <w:r w:rsidRPr="009C22B4">
        <w:rPr>
          <w:b/>
          <w:bCs/>
          <w:sz w:val="32"/>
          <w:szCs w:val="32"/>
        </w:rPr>
        <w:t>ПОСТАНОВЛЕНИЕ</w:t>
      </w:r>
    </w:p>
    <w:p w:rsidR="002731A1" w:rsidRDefault="002731A1" w:rsidP="00C30565">
      <w:pPr>
        <w:jc w:val="center"/>
        <w:rPr>
          <w:sz w:val="32"/>
          <w:szCs w:val="32"/>
        </w:rPr>
      </w:pPr>
    </w:p>
    <w:p w:rsidR="002731A1" w:rsidRDefault="002731A1" w:rsidP="00C30565">
      <w:pPr>
        <w:jc w:val="both"/>
        <w:rPr>
          <w:sz w:val="28"/>
          <w:szCs w:val="28"/>
        </w:rPr>
      </w:pPr>
      <w:r>
        <w:rPr>
          <w:sz w:val="28"/>
          <w:szCs w:val="28"/>
        </w:rPr>
        <w:t>01 марта 2014</w:t>
      </w:r>
      <w:r w:rsidRPr="00687DFD">
        <w:rPr>
          <w:sz w:val="28"/>
          <w:szCs w:val="28"/>
        </w:rPr>
        <w:t xml:space="preserve"> года</w:t>
      </w:r>
      <w:r w:rsidRPr="009906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№ 9</w:t>
      </w:r>
    </w:p>
    <w:p w:rsidR="002731A1" w:rsidRDefault="002731A1" w:rsidP="00C30565">
      <w:pPr>
        <w:jc w:val="both"/>
        <w:rPr>
          <w:sz w:val="28"/>
          <w:szCs w:val="28"/>
        </w:rPr>
      </w:pPr>
    </w:p>
    <w:p w:rsidR="002731A1" w:rsidRPr="009F299B" w:rsidRDefault="002731A1" w:rsidP="00C30565">
      <w:pPr>
        <w:jc w:val="center"/>
        <w:rPr>
          <w:b/>
          <w:bCs/>
          <w:sz w:val="28"/>
          <w:szCs w:val="28"/>
        </w:rPr>
      </w:pPr>
      <w:r w:rsidRPr="009F299B">
        <w:rPr>
          <w:b/>
          <w:bCs/>
          <w:sz w:val="28"/>
          <w:szCs w:val="28"/>
        </w:rPr>
        <w:t>с. Куанда</w:t>
      </w:r>
    </w:p>
    <w:p w:rsidR="002731A1" w:rsidRDefault="002731A1" w:rsidP="00C30565">
      <w:pPr>
        <w:jc w:val="center"/>
        <w:rPr>
          <w:sz w:val="28"/>
          <w:szCs w:val="28"/>
        </w:rPr>
      </w:pPr>
    </w:p>
    <w:p w:rsidR="002731A1" w:rsidRDefault="002731A1" w:rsidP="00C30565">
      <w:pPr>
        <w:jc w:val="center"/>
        <w:rPr>
          <w:sz w:val="28"/>
          <w:szCs w:val="28"/>
        </w:rPr>
      </w:pPr>
    </w:p>
    <w:p w:rsidR="002731A1" w:rsidRPr="0073669B" w:rsidRDefault="002731A1" w:rsidP="00C30565">
      <w:pPr>
        <w:tabs>
          <w:tab w:val="left" w:pos="777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Правил разработки и  утверждения схемы размещения нестационарных торговых объектов.</w:t>
      </w:r>
    </w:p>
    <w:p w:rsidR="002731A1" w:rsidRPr="00C30565" w:rsidRDefault="002731A1" w:rsidP="00FE5CC7">
      <w:pPr>
        <w:pStyle w:val="a1"/>
        <w:tabs>
          <w:tab w:val="left" w:pos="0"/>
          <w:tab w:val="left" w:pos="10440"/>
        </w:tabs>
        <w:spacing w:before="0" w:beforeAutospacing="0" w:after="0" w:afterAutospacing="0"/>
        <w:ind w:right="5165"/>
        <w:rPr>
          <w:sz w:val="28"/>
          <w:szCs w:val="28"/>
        </w:rPr>
      </w:pPr>
    </w:p>
    <w:p w:rsidR="002731A1" w:rsidRDefault="002731A1" w:rsidP="00C30565">
      <w:pPr>
        <w:pStyle w:val="a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Уставом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», администрация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</w:p>
    <w:p w:rsidR="002731A1" w:rsidRPr="00C30565" w:rsidRDefault="002731A1" w:rsidP="00C30565">
      <w:pPr>
        <w:pStyle w:val="a2"/>
        <w:spacing w:before="0" w:beforeAutospacing="0" w:after="0" w:afterAutospacing="0"/>
        <w:jc w:val="both"/>
        <w:rPr>
          <w:sz w:val="28"/>
          <w:szCs w:val="28"/>
        </w:rPr>
      </w:pPr>
      <w:r w:rsidRPr="00C30565">
        <w:rPr>
          <w:b/>
          <w:bCs/>
          <w:sz w:val="28"/>
          <w:szCs w:val="28"/>
        </w:rPr>
        <w:t>постановляет:</w:t>
      </w:r>
    </w:p>
    <w:p w:rsidR="002731A1" w:rsidRPr="00C30565" w:rsidRDefault="002731A1" w:rsidP="00C3056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Pr="00C30565">
        <w:rPr>
          <w:sz w:val="28"/>
          <w:szCs w:val="28"/>
        </w:rPr>
        <w:t>Утвердить Порядок разработки и утверждения схемы размещения нестационарных торговых объектов в сельском поселении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1).</w:t>
      </w:r>
    </w:p>
    <w:p w:rsidR="002731A1" w:rsidRPr="00C30565" w:rsidRDefault="002731A1" w:rsidP="005A4C4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0565">
        <w:rPr>
          <w:sz w:val="28"/>
          <w:szCs w:val="28"/>
        </w:rPr>
        <w:t>2. Контроль за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731A1" w:rsidRPr="00C30565" w:rsidRDefault="002731A1" w:rsidP="005A4C4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0565">
        <w:rPr>
          <w:sz w:val="28"/>
          <w:szCs w:val="28"/>
        </w:rPr>
        <w:t>3. Настоящее постановление вступает в силу с момента официального обнародования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(опубликования).</w:t>
      </w: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after="0" w:afterAutospacing="0"/>
        <w:ind w:firstLine="540"/>
        <w:rPr>
          <w:sz w:val="28"/>
          <w:szCs w:val="28"/>
        </w:rPr>
      </w:pPr>
    </w:p>
    <w:p w:rsidR="002731A1" w:rsidRPr="00C30565" w:rsidRDefault="002731A1" w:rsidP="00C30565">
      <w:pPr>
        <w:pStyle w:val="a2"/>
        <w:tabs>
          <w:tab w:val="left" w:pos="7020"/>
        </w:tabs>
        <w:spacing w:before="0" w:beforeAutospacing="0" w:after="0" w:afterAutospacing="0"/>
        <w:rPr>
          <w:sz w:val="28"/>
          <w:szCs w:val="28"/>
        </w:rPr>
      </w:pPr>
    </w:p>
    <w:p w:rsidR="002731A1" w:rsidRPr="00C30565" w:rsidRDefault="002731A1" w:rsidP="00FE5CC7">
      <w:pPr>
        <w:jc w:val="both"/>
        <w:rPr>
          <w:sz w:val="28"/>
          <w:szCs w:val="28"/>
        </w:rPr>
      </w:pPr>
      <w:r w:rsidRPr="00C30565">
        <w:rPr>
          <w:sz w:val="28"/>
          <w:szCs w:val="28"/>
        </w:rPr>
        <w:t xml:space="preserve">Глава сельского поселения 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>«Куандинское»</w:t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 w:rsidRPr="00C30565">
        <w:rPr>
          <w:sz w:val="28"/>
          <w:szCs w:val="28"/>
        </w:rPr>
        <w:tab/>
      </w:r>
      <w:r>
        <w:rPr>
          <w:sz w:val="28"/>
          <w:szCs w:val="28"/>
        </w:rPr>
        <w:t>М.А.Полякова</w:t>
      </w: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  <w:r w:rsidRPr="00C30565">
        <w:rPr>
          <w:sz w:val="28"/>
          <w:szCs w:val="28"/>
        </w:rPr>
        <w:t xml:space="preserve">                                                                </w:t>
      </w: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Pr="00C30565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Default="002731A1" w:rsidP="00FE5CC7">
      <w:pPr>
        <w:pStyle w:val="a2"/>
        <w:tabs>
          <w:tab w:val="left" w:pos="7020"/>
        </w:tabs>
        <w:spacing w:before="0" w:beforeAutospacing="0" w:line="240" w:lineRule="atLeast"/>
        <w:rPr>
          <w:sz w:val="28"/>
          <w:szCs w:val="28"/>
        </w:rPr>
      </w:pPr>
    </w:p>
    <w:p w:rsidR="002731A1" w:rsidRDefault="002731A1" w:rsidP="00FC3B96">
      <w:pPr>
        <w:pStyle w:val="a2"/>
        <w:tabs>
          <w:tab w:val="left" w:pos="7020"/>
        </w:tabs>
        <w:spacing w:before="0" w:beforeAutospacing="0" w:after="0" w:afterAutospacing="0"/>
        <w:rPr>
          <w:sz w:val="28"/>
          <w:szCs w:val="28"/>
        </w:rPr>
      </w:pPr>
    </w:p>
    <w:p w:rsidR="002731A1" w:rsidRDefault="002731A1" w:rsidP="00FC3B96">
      <w:pPr>
        <w:pStyle w:val="a2"/>
        <w:tabs>
          <w:tab w:val="left" w:pos="7020"/>
        </w:tabs>
        <w:spacing w:before="0" w:beforeAutospacing="0" w:after="0" w:afterAutospacing="0"/>
        <w:rPr>
          <w:sz w:val="28"/>
          <w:szCs w:val="28"/>
        </w:rPr>
      </w:pPr>
    </w:p>
    <w:p w:rsidR="002731A1" w:rsidRDefault="002731A1" w:rsidP="00617A17">
      <w:pPr>
        <w:pStyle w:val="a2"/>
        <w:tabs>
          <w:tab w:val="left" w:pos="7020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2731A1" w:rsidRDefault="002731A1" w:rsidP="00617A17">
      <w:pPr>
        <w:pStyle w:val="a2"/>
        <w:tabs>
          <w:tab w:val="left" w:pos="7020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2731A1" w:rsidRPr="00C30565" w:rsidRDefault="002731A1" w:rsidP="00617A17">
      <w:pPr>
        <w:pStyle w:val="a2"/>
        <w:tabs>
          <w:tab w:val="left" w:pos="7020"/>
        </w:tabs>
        <w:spacing w:before="0" w:beforeAutospacing="0" w:after="0" w:afterAutospacing="0"/>
        <w:jc w:val="right"/>
        <w:rPr>
          <w:sz w:val="28"/>
          <w:szCs w:val="28"/>
        </w:rPr>
      </w:pPr>
      <w:r w:rsidRPr="00C30565">
        <w:rPr>
          <w:sz w:val="28"/>
          <w:szCs w:val="28"/>
        </w:rPr>
        <w:t xml:space="preserve"> Приложение № 1</w:t>
      </w:r>
    </w:p>
    <w:p w:rsidR="002731A1" w:rsidRPr="00C30565" w:rsidRDefault="002731A1" w:rsidP="00617A17">
      <w:pPr>
        <w:pStyle w:val="a2"/>
        <w:tabs>
          <w:tab w:val="left" w:pos="7020"/>
        </w:tabs>
        <w:spacing w:before="0" w:beforeAutospacing="0" w:after="0" w:afterAutospacing="0"/>
        <w:jc w:val="right"/>
        <w:rPr>
          <w:sz w:val="28"/>
          <w:szCs w:val="28"/>
        </w:rPr>
      </w:pPr>
      <w:r w:rsidRPr="00C30565">
        <w:rPr>
          <w:sz w:val="28"/>
          <w:szCs w:val="28"/>
        </w:rPr>
        <w:t xml:space="preserve">                                                                 к </w:t>
      </w:r>
      <w:r>
        <w:rPr>
          <w:sz w:val="28"/>
          <w:szCs w:val="28"/>
        </w:rPr>
        <w:t xml:space="preserve">   П</w:t>
      </w:r>
      <w:r w:rsidRPr="00C30565">
        <w:rPr>
          <w:sz w:val="28"/>
          <w:szCs w:val="28"/>
        </w:rPr>
        <w:t>остановлению администрации</w:t>
      </w:r>
    </w:p>
    <w:p w:rsidR="002731A1" w:rsidRPr="00C30565" w:rsidRDefault="002731A1" w:rsidP="00617A17">
      <w:pPr>
        <w:pStyle w:val="a2"/>
        <w:tabs>
          <w:tab w:val="left" w:pos="7020"/>
        </w:tabs>
        <w:spacing w:before="0" w:beforeAutospacing="0" w:after="0" w:afterAutospacing="0"/>
        <w:jc w:val="right"/>
        <w:rPr>
          <w:sz w:val="28"/>
          <w:szCs w:val="28"/>
        </w:rPr>
      </w:pPr>
      <w:r w:rsidRPr="00C30565">
        <w:rPr>
          <w:sz w:val="28"/>
          <w:szCs w:val="28"/>
        </w:rPr>
        <w:t xml:space="preserve">                                                                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</w:p>
    <w:p w:rsidR="002731A1" w:rsidRPr="00C30565" w:rsidRDefault="002731A1" w:rsidP="00FC3B96">
      <w:pPr>
        <w:pStyle w:val="a2"/>
        <w:tabs>
          <w:tab w:val="left" w:pos="6480"/>
          <w:tab w:val="left" w:pos="6840"/>
          <w:tab w:val="left" w:pos="7200"/>
        </w:tabs>
        <w:spacing w:before="0" w:beforeAutospacing="0" w:after="0" w:afterAutospacing="0"/>
        <w:jc w:val="right"/>
        <w:rPr>
          <w:sz w:val="28"/>
          <w:szCs w:val="28"/>
        </w:rPr>
      </w:pPr>
      <w:r w:rsidRPr="00C3056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</w:t>
      </w:r>
      <w:r w:rsidRPr="00C30565">
        <w:rPr>
          <w:sz w:val="28"/>
          <w:szCs w:val="28"/>
        </w:rPr>
        <w:t>от</w:t>
      </w:r>
      <w:r>
        <w:rPr>
          <w:sz w:val="28"/>
          <w:szCs w:val="28"/>
        </w:rPr>
        <w:t xml:space="preserve"> 01.03.</w:t>
      </w:r>
      <w:r w:rsidRPr="00C30565">
        <w:rPr>
          <w:sz w:val="28"/>
          <w:szCs w:val="28"/>
        </w:rPr>
        <w:t>2014 г</w:t>
      </w:r>
      <w:r>
        <w:rPr>
          <w:sz w:val="28"/>
          <w:szCs w:val="28"/>
        </w:rPr>
        <w:t>.</w:t>
      </w:r>
      <w:r w:rsidRPr="00C30565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9</w:t>
      </w:r>
    </w:p>
    <w:p w:rsidR="002731A1" w:rsidRPr="00C30565" w:rsidRDefault="002731A1" w:rsidP="00FE5C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30565">
        <w:rPr>
          <w:color w:val="000000"/>
          <w:sz w:val="28"/>
          <w:szCs w:val="28"/>
        </w:rPr>
        <w:t> </w:t>
      </w:r>
    </w:p>
    <w:p w:rsidR="002731A1" w:rsidRPr="00C30565" w:rsidRDefault="002731A1" w:rsidP="00FE5C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30565">
        <w:rPr>
          <w:color w:val="000000"/>
          <w:sz w:val="28"/>
          <w:szCs w:val="28"/>
        </w:rPr>
        <w:t> </w:t>
      </w: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ПОРЯДОК</w:t>
      </w: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 xml:space="preserve">разработки и утверждения схемы размещения нестационарных торговых объектов в сельском поселении </w:t>
      </w:r>
      <w:r w:rsidRPr="005A4C42">
        <w:rPr>
          <w:b/>
          <w:bCs/>
          <w:sz w:val="28"/>
          <w:szCs w:val="28"/>
        </w:rPr>
        <w:t>«Куандинское»</w:t>
      </w:r>
    </w:p>
    <w:p w:rsidR="002731A1" w:rsidRPr="00C30565" w:rsidRDefault="002731A1" w:rsidP="00FE5CC7">
      <w:pPr>
        <w:jc w:val="center"/>
        <w:rPr>
          <w:sz w:val="28"/>
          <w:szCs w:val="28"/>
        </w:rPr>
      </w:pPr>
      <w:r w:rsidRPr="00C30565">
        <w:rPr>
          <w:b/>
          <w:bCs/>
          <w:sz w:val="28"/>
          <w:szCs w:val="28"/>
        </w:rPr>
        <w:t> </w:t>
      </w: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C30565">
        <w:rPr>
          <w:b/>
          <w:bCs/>
          <w:sz w:val="28"/>
          <w:szCs w:val="28"/>
        </w:rPr>
        <w:t>Общие положения</w:t>
      </w:r>
    </w:p>
    <w:p w:rsidR="002731A1" w:rsidRPr="00C30565" w:rsidRDefault="002731A1" w:rsidP="00FE5CC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Порядок разработки и утверждения схемы размещения нестационарных торговых объектов (да</w:t>
      </w:r>
      <w:r w:rsidRPr="00C30565">
        <w:rPr>
          <w:sz w:val="28"/>
          <w:szCs w:val="28"/>
        </w:rPr>
        <w:softHyphen/>
        <w:t>лее - Порядок) разработан в целях реализации требований Федерального закона от 28 декабря 2009 года № 381-ФЗ «Об основах государственного регулирования торговой деятельности в Российской Федерации».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Требования Порядка не распространяются на отношения, связанные с размещением  нестационар</w:t>
      </w:r>
      <w:r w:rsidRPr="00C30565">
        <w:rPr>
          <w:sz w:val="28"/>
          <w:szCs w:val="28"/>
        </w:rPr>
        <w:softHyphen/>
        <w:t>ных торговых объектов: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056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находящихся на территориях розничных рынков;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C30565">
        <w:rPr>
          <w:sz w:val="28"/>
          <w:szCs w:val="28"/>
        </w:rPr>
        <w:t>при проведении праздничных, общественно-по</w:t>
      </w:r>
      <w:r w:rsidRPr="00C30565">
        <w:rPr>
          <w:sz w:val="28"/>
          <w:szCs w:val="28"/>
        </w:rPr>
        <w:softHyphen/>
        <w:t>литических, культурно-массовых и спортивных мероприятий, имеющих временный характер; при проведении ярмарок, выставок-ярмарок.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C30565">
        <w:rPr>
          <w:b/>
          <w:bCs/>
          <w:sz w:val="28"/>
          <w:szCs w:val="28"/>
        </w:rPr>
        <w:t>Основные понятия</w:t>
      </w: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</w:p>
    <w:p w:rsidR="002731A1" w:rsidRDefault="002731A1" w:rsidP="00FE5CC7">
      <w:pPr>
        <w:jc w:val="both"/>
        <w:rPr>
          <w:sz w:val="28"/>
          <w:szCs w:val="28"/>
        </w:rPr>
      </w:pPr>
      <w:r w:rsidRPr="00C30565">
        <w:rPr>
          <w:sz w:val="28"/>
          <w:szCs w:val="28"/>
        </w:rPr>
        <w:t xml:space="preserve">            Для целей  Порядка используются следующие ос</w:t>
      </w:r>
      <w:r w:rsidRPr="00C30565">
        <w:rPr>
          <w:sz w:val="28"/>
          <w:szCs w:val="28"/>
        </w:rPr>
        <w:softHyphen/>
        <w:t>новные понятия: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 w:rsidRPr="00C30565">
        <w:rPr>
          <w:b/>
          <w:bCs/>
          <w:sz w:val="28"/>
          <w:szCs w:val="28"/>
        </w:rPr>
        <w:t>естационарный торговый объект</w:t>
      </w:r>
      <w:r w:rsidRPr="00C30565">
        <w:rPr>
          <w:sz w:val="28"/>
          <w:szCs w:val="28"/>
        </w:rPr>
        <w:t xml:space="preserve">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</w:t>
      </w:r>
      <w:r w:rsidRPr="00C30565">
        <w:rPr>
          <w:sz w:val="28"/>
          <w:szCs w:val="28"/>
        </w:rPr>
        <w:softHyphen/>
        <w:t>единения или неприсоединения к сетям инженерно - технического обеспечения, в том числе передвижное сооружение. К нестационарным торговым объектам относятся павильоны, киоски, палатки, лотки, пло</w:t>
      </w:r>
      <w:r w:rsidRPr="00C30565">
        <w:rPr>
          <w:sz w:val="28"/>
          <w:szCs w:val="28"/>
        </w:rPr>
        <w:softHyphen/>
        <w:t>щадки для сезонной торговли, объекты раз</w:t>
      </w:r>
      <w:r w:rsidRPr="00C30565">
        <w:rPr>
          <w:sz w:val="28"/>
          <w:szCs w:val="28"/>
        </w:rPr>
        <w:softHyphen/>
        <w:t>возной и разносной торговли и другие;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С</w:t>
      </w:r>
      <w:r w:rsidRPr="00C30565">
        <w:rPr>
          <w:b/>
          <w:bCs/>
          <w:sz w:val="28"/>
          <w:szCs w:val="28"/>
        </w:rPr>
        <w:t>хема размещения нестационарных торговых объ</w:t>
      </w:r>
      <w:r w:rsidRPr="00C30565">
        <w:rPr>
          <w:b/>
          <w:bCs/>
          <w:sz w:val="28"/>
          <w:szCs w:val="28"/>
        </w:rPr>
        <w:softHyphen/>
        <w:t>ектов</w:t>
      </w:r>
      <w:r w:rsidRPr="00C30565">
        <w:rPr>
          <w:sz w:val="28"/>
          <w:szCs w:val="28"/>
        </w:rPr>
        <w:t xml:space="preserve"> - схема, определяющая места размещения нестационарных торговых объектов на земельных участках, в зданиях, строениях, сооружениях, нахо</w:t>
      </w:r>
      <w:r w:rsidRPr="00C30565">
        <w:rPr>
          <w:sz w:val="28"/>
          <w:szCs w:val="28"/>
        </w:rPr>
        <w:softHyphen/>
        <w:t>дящихся в государственной или муниципальной собс</w:t>
      </w:r>
      <w:r w:rsidRPr="00C30565">
        <w:rPr>
          <w:sz w:val="28"/>
          <w:szCs w:val="28"/>
        </w:rPr>
        <w:softHyphen/>
        <w:t xml:space="preserve">твенности. 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3. Требования к порядку разработки и утверждения схемы размещения нестационарных торговых объектов</w:t>
      </w:r>
    </w:p>
    <w:p w:rsidR="002731A1" w:rsidRPr="00C30565" w:rsidRDefault="002731A1" w:rsidP="00FE5CC7">
      <w:pPr>
        <w:jc w:val="center"/>
        <w:rPr>
          <w:b/>
          <w:bCs/>
          <w:sz w:val="28"/>
          <w:szCs w:val="28"/>
        </w:rPr>
      </w:pP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 xml:space="preserve"> 3.1.Размещение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собственности, осуществляется в со</w:t>
      </w:r>
      <w:r w:rsidRPr="00C30565">
        <w:rPr>
          <w:sz w:val="28"/>
          <w:szCs w:val="28"/>
        </w:rPr>
        <w:softHyphen/>
        <w:t>ответствии со схемой размещения нестационарных торговых объектов с учетом обеспечения устойчивого развития территории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и достижения нормативов минимальной обеспеченности населения площадью торговых объектов.</w:t>
      </w:r>
    </w:p>
    <w:p w:rsidR="002731A1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31A1" w:rsidRDefault="002731A1" w:rsidP="00FE5CC7">
      <w:pPr>
        <w:jc w:val="both"/>
        <w:rPr>
          <w:sz w:val="28"/>
          <w:szCs w:val="28"/>
        </w:rPr>
      </w:pP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Включение нестационарных торговых объектов, расположенных на земельных участках, в зданиях, со</w:t>
      </w:r>
      <w:r w:rsidRPr="00C30565">
        <w:rPr>
          <w:sz w:val="28"/>
          <w:szCs w:val="28"/>
        </w:rPr>
        <w:softHyphen/>
        <w:t>оружениях, находящихся в государственной собствен</w:t>
      </w:r>
      <w:r w:rsidRPr="00C30565">
        <w:rPr>
          <w:sz w:val="28"/>
          <w:szCs w:val="28"/>
        </w:rPr>
        <w:softHyphen/>
        <w:t>ности, в схему размещения нестационарных торговых объектов производится в соответствии с порядком, ус</w:t>
      </w:r>
      <w:r w:rsidRPr="00C30565">
        <w:rPr>
          <w:sz w:val="28"/>
          <w:szCs w:val="28"/>
        </w:rPr>
        <w:softHyphen/>
        <w:t>тановленным Правительством Российской Федерации.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30565">
        <w:rPr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Схема размещения нестационарных торговых объектов разрабатывается и утверждается Администрацией 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в соответствии с Уставом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и  настоящим Порядком.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30565">
        <w:rPr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Разработанная схема размещения нестационарных торговых объектов должна обеспечивать: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 xml:space="preserve">- восполнение недостатка стационарной торговой сети; 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- повышение доступности товаров для населения;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0565">
        <w:rPr>
          <w:sz w:val="28"/>
          <w:szCs w:val="28"/>
        </w:rPr>
        <w:t>- содействие развитию торговли товарами россий</w:t>
      </w:r>
      <w:r w:rsidRPr="00C30565">
        <w:rPr>
          <w:sz w:val="28"/>
          <w:szCs w:val="28"/>
        </w:rPr>
        <w:softHyphen/>
        <w:t xml:space="preserve">ских производителей, в том числе производителей </w:t>
      </w:r>
      <w:r>
        <w:rPr>
          <w:sz w:val="28"/>
          <w:szCs w:val="28"/>
        </w:rPr>
        <w:t>Забайкальского края</w:t>
      </w:r>
      <w:r w:rsidRPr="00C30565">
        <w:rPr>
          <w:sz w:val="28"/>
          <w:szCs w:val="28"/>
        </w:rPr>
        <w:t>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30565">
        <w:rPr>
          <w:sz w:val="28"/>
          <w:szCs w:val="28"/>
        </w:rPr>
        <w:t>3.5.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Схема размещения нестационарных торговых объектов должна содержать адресный ориентир, тип нестационарных торговых объектов (павильон, ки</w:t>
      </w:r>
      <w:r w:rsidRPr="00C30565">
        <w:rPr>
          <w:sz w:val="28"/>
          <w:szCs w:val="28"/>
        </w:rPr>
        <w:softHyphen/>
        <w:t>оск, автомагазин, тонар, торговая площадка и т.д.), количество нестационарных торговых объектов по каждому адресному ориентиру, вид реализуемой про</w:t>
      </w:r>
      <w:r w:rsidRPr="00C30565">
        <w:rPr>
          <w:sz w:val="28"/>
          <w:szCs w:val="28"/>
        </w:rPr>
        <w:softHyphen/>
        <w:t>дукции,  информацию об использовании  нестационарного торгового объекта субъектами малого или среднего  предпринимательства,   осуществляющими торговую деятельность, период размещения нестационарных торговых объектов.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30565">
        <w:rPr>
          <w:sz w:val="28"/>
          <w:szCs w:val="28"/>
        </w:rPr>
        <w:t>3.6.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>Схемой размещения нестационарных торговых объектов должно предусматриваться размеще</w:t>
      </w:r>
      <w:r w:rsidRPr="00C30565">
        <w:rPr>
          <w:sz w:val="28"/>
          <w:szCs w:val="28"/>
        </w:rPr>
        <w:softHyphen/>
        <w:t>ние не менее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30565">
        <w:rPr>
          <w:sz w:val="28"/>
          <w:szCs w:val="28"/>
        </w:rPr>
        <w:t>3.7. Разработанная схема размещения нестацио</w:t>
      </w:r>
      <w:r w:rsidRPr="00C30565">
        <w:rPr>
          <w:sz w:val="28"/>
          <w:szCs w:val="28"/>
        </w:rPr>
        <w:softHyphen/>
        <w:t>нарных торговых объектов и внесение изменений в схему размещения нестационарных торговых объектов утверждается постановлением главы администрации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30565">
        <w:rPr>
          <w:sz w:val="28"/>
          <w:szCs w:val="28"/>
        </w:rPr>
        <w:t>3.8.Схема размещения нестационарных торговых объектов и вносимые в нее изменения подлежат обнародованию в порядке, установленном для официального обнародования муниципальных правовых ак</w:t>
      </w:r>
      <w:r w:rsidRPr="00C30565">
        <w:rPr>
          <w:sz w:val="28"/>
          <w:szCs w:val="28"/>
        </w:rPr>
        <w:softHyphen/>
        <w:t>тов, а также размещению на официальном сайте администрации сельского поселения «</w:t>
      </w:r>
      <w:r>
        <w:rPr>
          <w:sz w:val="28"/>
          <w:szCs w:val="28"/>
        </w:rPr>
        <w:t>Куандинское</w:t>
      </w:r>
      <w:r w:rsidRPr="00C3056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30565">
        <w:rPr>
          <w:sz w:val="28"/>
          <w:szCs w:val="28"/>
        </w:rPr>
        <w:t xml:space="preserve"> в сети Интернет.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30565">
        <w:rPr>
          <w:sz w:val="28"/>
          <w:szCs w:val="28"/>
        </w:rPr>
        <w:t>3.9.Утверждение схемы размещения нестационарных торговых объектов, равно как и внесение в нее изменений не может служить основанием для пере</w:t>
      </w:r>
      <w:r w:rsidRPr="00C30565">
        <w:rPr>
          <w:sz w:val="28"/>
          <w:szCs w:val="28"/>
        </w:rPr>
        <w:softHyphen/>
        <w:t>смотра мест размещения нестационарных торговых объектов, строительство, реконструкция или эксплуатация которых были начаты до утверждения указан</w:t>
      </w:r>
      <w:r w:rsidRPr="00C30565">
        <w:rPr>
          <w:sz w:val="28"/>
          <w:szCs w:val="28"/>
        </w:rPr>
        <w:softHyphen/>
        <w:t>ной схемы. Такие нестационарные торговые объекты включаются в новую схему размещения нестационарных торговых объектов как действующие, если они разме</w:t>
      </w:r>
      <w:r w:rsidRPr="00C30565">
        <w:rPr>
          <w:sz w:val="28"/>
          <w:szCs w:val="28"/>
        </w:rPr>
        <w:softHyphen/>
        <w:t>щены в соответствии с действующим  законода</w:t>
      </w:r>
      <w:r>
        <w:rPr>
          <w:sz w:val="28"/>
          <w:szCs w:val="28"/>
        </w:rPr>
        <w:t>тельс</w:t>
      </w:r>
      <w:r>
        <w:rPr>
          <w:sz w:val="28"/>
          <w:szCs w:val="28"/>
        </w:rPr>
        <w:softHyphen/>
        <w:t>твом Российской Федерации</w:t>
      </w:r>
    </w:p>
    <w:p w:rsidR="002731A1" w:rsidRPr="00C30565" w:rsidRDefault="002731A1" w:rsidP="00FE5CC7">
      <w:pPr>
        <w:jc w:val="both"/>
        <w:rPr>
          <w:sz w:val="28"/>
          <w:szCs w:val="28"/>
        </w:rPr>
      </w:pPr>
      <w:r w:rsidRPr="00C30565">
        <w:rPr>
          <w:sz w:val="28"/>
          <w:szCs w:val="28"/>
        </w:rPr>
        <w:t> </w:t>
      </w:r>
    </w:p>
    <w:p w:rsidR="002731A1" w:rsidRPr="00C30565" w:rsidRDefault="002731A1" w:rsidP="00FE5CC7">
      <w:pPr>
        <w:jc w:val="both"/>
        <w:rPr>
          <w:sz w:val="28"/>
          <w:szCs w:val="28"/>
        </w:rPr>
        <w:sectPr w:rsidR="002731A1" w:rsidRPr="00C30565" w:rsidSect="00B4442B">
          <w:pgSz w:w="11906" w:h="16838"/>
          <w:pgMar w:top="0" w:right="851" w:bottom="624" w:left="1361" w:header="709" w:footer="709" w:gutter="0"/>
          <w:cols w:space="708"/>
          <w:docGrid w:linePitch="360"/>
        </w:sectPr>
      </w:pPr>
    </w:p>
    <w:p w:rsidR="002731A1" w:rsidRPr="00617A17" w:rsidRDefault="002731A1" w:rsidP="00B4442B">
      <w:pPr>
        <w:jc w:val="right"/>
      </w:pPr>
      <w:r w:rsidRPr="00617A17">
        <w:t xml:space="preserve">Приложение </w:t>
      </w:r>
      <w:r>
        <w:t>№ 2 к Порядку</w:t>
      </w:r>
    </w:p>
    <w:p w:rsidR="002731A1" w:rsidRPr="00617A17" w:rsidRDefault="002731A1" w:rsidP="00FE5CC7">
      <w:pPr>
        <w:jc w:val="center"/>
      </w:pPr>
      <w:r w:rsidRPr="00617A17">
        <w:t> </w:t>
      </w:r>
    </w:p>
    <w:p w:rsidR="002731A1" w:rsidRPr="00C30565" w:rsidRDefault="002731A1" w:rsidP="00FE5CC7">
      <w:pPr>
        <w:tabs>
          <w:tab w:val="left" w:pos="4095"/>
        </w:tabs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СХЕМА</w:t>
      </w:r>
    </w:p>
    <w:p w:rsidR="002731A1" w:rsidRPr="00C30565" w:rsidRDefault="002731A1" w:rsidP="00FE5CC7">
      <w:pPr>
        <w:tabs>
          <w:tab w:val="left" w:pos="4095"/>
        </w:tabs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размещения нестационарных торговых объектов</w:t>
      </w:r>
    </w:p>
    <w:p w:rsidR="002731A1" w:rsidRPr="00C30565" w:rsidRDefault="002731A1" w:rsidP="00FE5CC7">
      <w:pPr>
        <w:tabs>
          <w:tab w:val="left" w:pos="4095"/>
        </w:tabs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на территории сельского поселения «</w:t>
      </w:r>
      <w:r>
        <w:rPr>
          <w:b/>
          <w:bCs/>
          <w:sz w:val="28"/>
          <w:szCs w:val="28"/>
        </w:rPr>
        <w:t>Куандинское</w:t>
      </w:r>
      <w:r w:rsidRPr="00C30565">
        <w:rPr>
          <w:b/>
          <w:bCs/>
          <w:sz w:val="28"/>
          <w:szCs w:val="28"/>
        </w:rPr>
        <w:t>»</w:t>
      </w:r>
      <w:r w:rsidRPr="00C30565">
        <w:rPr>
          <w:sz w:val="28"/>
          <w:szCs w:val="28"/>
        </w:rPr>
        <w:t xml:space="preserve"> </w:t>
      </w:r>
      <w:r w:rsidRPr="00C30565">
        <w:rPr>
          <w:b/>
          <w:bCs/>
          <w:sz w:val="28"/>
          <w:szCs w:val="28"/>
        </w:rPr>
        <w:t xml:space="preserve">по состоянию </w:t>
      </w:r>
    </w:p>
    <w:p w:rsidR="002731A1" w:rsidRPr="00C30565" w:rsidRDefault="002731A1" w:rsidP="00FE5CC7">
      <w:pPr>
        <w:tabs>
          <w:tab w:val="left" w:pos="4095"/>
        </w:tabs>
        <w:jc w:val="center"/>
        <w:rPr>
          <w:b/>
          <w:bCs/>
          <w:sz w:val="28"/>
          <w:szCs w:val="28"/>
        </w:rPr>
      </w:pPr>
      <w:r w:rsidRPr="00C30565">
        <w:rPr>
          <w:b/>
          <w:bCs/>
          <w:sz w:val="28"/>
          <w:szCs w:val="28"/>
        </w:rPr>
        <w:t>на 01 марта 2014 г.</w:t>
      </w:r>
    </w:p>
    <w:p w:rsidR="002731A1" w:rsidRPr="00617A17" w:rsidRDefault="002731A1" w:rsidP="00FE5CC7">
      <w:pPr>
        <w:tabs>
          <w:tab w:val="left" w:pos="4095"/>
        </w:tabs>
        <w:jc w:val="center"/>
        <w:rPr>
          <w:b/>
          <w:bCs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1971"/>
        <w:gridCol w:w="1242"/>
        <w:gridCol w:w="1666"/>
        <w:gridCol w:w="1666"/>
        <w:gridCol w:w="1710"/>
        <w:gridCol w:w="2206"/>
        <w:gridCol w:w="1666"/>
        <w:gridCol w:w="1673"/>
      </w:tblGrid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№</w:t>
            </w: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1971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Место размещения и адрес</w:t>
            </w:r>
          </w:p>
        </w:tc>
        <w:tc>
          <w:tcPr>
            <w:tcW w:w="1242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022808">
              <w:rPr>
                <w:b/>
                <w:bCs/>
                <w:sz w:val="18"/>
                <w:szCs w:val="18"/>
                <w:u w:val="single"/>
              </w:rPr>
              <w:t>Площадь земельного участка</w:t>
            </w:r>
            <w:r w:rsidRPr="00617A17">
              <w:rPr>
                <w:b/>
                <w:bCs/>
                <w:sz w:val="18"/>
                <w:szCs w:val="18"/>
              </w:rPr>
              <w:t>, торгового объекта (здания, строения, сооружения) или его части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Тип нестационарных торговых объектов (павильон, киоск, автомагазин, тонар, торговая площадка и т.д.)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Количество нестационарных торговых объектов</w:t>
            </w:r>
          </w:p>
        </w:tc>
        <w:tc>
          <w:tcPr>
            <w:tcW w:w="1710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Вид реализуемой продукции</w:t>
            </w:r>
          </w:p>
        </w:tc>
        <w:tc>
          <w:tcPr>
            <w:tcW w:w="220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Период размещения нестационарных торговых объектов</w:t>
            </w:r>
          </w:p>
        </w:tc>
        <w:tc>
          <w:tcPr>
            <w:tcW w:w="1673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71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42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10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0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66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673" w:type="dxa"/>
          </w:tcPr>
          <w:p w:rsidR="002731A1" w:rsidRPr="00617A17" w:rsidRDefault="002731A1" w:rsidP="00E17404">
            <w:pPr>
              <w:jc w:val="center"/>
              <w:rPr>
                <w:b/>
                <w:bCs/>
                <w:sz w:val="18"/>
                <w:szCs w:val="18"/>
              </w:rPr>
            </w:pPr>
            <w:r w:rsidRPr="00617A17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2731A1" w:rsidRPr="00617A17">
        <w:trPr>
          <w:trHeight w:val="429"/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  <w:p w:rsidR="002731A1" w:rsidRPr="00617A17" w:rsidRDefault="002731A1" w:rsidP="008C5F68">
            <w:pPr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Советская, 17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 xml:space="preserve">ИП </w:t>
            </w:r>
            <w:r>
              <w:rPr>
                <w:sz w:val="20"/>
                <w:szCs w:val="20"/>
              </w:rPr>
              <w:t>Бахвалова Н.Ф.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8C5F68">
            <w:pPr>
              <w:jc w:val="center"/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 </w:t>
            </w:r>
          </w:p>
        </w:tc>
      </w:tr>
      <w:tr w:rsidR="002731A1" w:rsidRPr="00617A17" w:rsidTr="00673920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Советская, 16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</w:tcPr>
          <w:p w:rsidR="002731A1" w:rsidRDefault="002731A1" w:rsidP="0074699E">
            <w:pPr>
              <w:jc w:val="center"/>
            </w:pPr>
            <w:r w:rsidRPr="005A4E8A">
              <w:rPr>
                <w:sz w:val="20"/>
                <w:szCs w:val="20"/>
              </w:rPr>
              <w:t>промышленные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 xml:space="preserve">ИП </w:t>
            </w:r>
            <w:r>
              <w:rPr>
                <w:sz w:val="20"/>
                <w:szCs w:val="20"/>
              </w:rPr>
              <w:t>Гарифулина Л.</w:t>
            </w:r>
          </w:p>
        </w:tc>
        <w:tc>
          <w:tcPr>
            <w:tcW w:w="1666" w:type="dxa"/>
          </w:tcPr>
          <w:p w:rsidR="002731A1" w:rsidRDefault="002731A1" w:rsidP="008C5F68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 w:rsidTr="00673920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Советская, 18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</w:tcPr>
          <w:p w:rsidR="002731A1" w:rsidRDefault="002731A1" w:rsidP="0074699E">
            <w:pPr>
              <w:jc w:val="center"/>
            </w:pPr>
            <w:r w:rsidRPr="005A4E8A">
              <w:rPr>
                <w:sz w:val="20"/>
                <w:szCs w:val="20"/>
              </w:rPr>
              <w:t>промышленные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 xml:space="preserve">ИП </w:t>
            </w:r>
            <w:r>
              <w:rPr>
                <w:sz w:val="20"/>
                <w:szCs w:val="20"/>
              </w:rPr>
              <w:t>Горобец Л.С..</w:t>
            </w:r>
          </w:p>
        </w:tc>
        <w:tc>
          <w:tcPr>
            <w:tcW w:w="1666" w:type="dxa"/>
          </w:tcPr>
          <w:p w:rsidR="002731A1" w:rsidRDefault="002731A1" w:rsidP="008C5F68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 w:rsidTr="00673920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Советская, 20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</w:tcPr>
          <w:p w:rsidR="002731A1" w:rsidRDefault="002731A1" w:rsidP="0074699E">
            <w:pPr>
              <w:jc w:val="center"/>
            </w:pPr>
            <w:r w:rsidRPr="005A4E8A">
              <w:rPr>
                <w:sz w:val="20"/>
                <w:szCs w:val="20"/>
              </w:rPr>
              <w:t>промышленные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Миллер Н.В.</w:t>
            </w:r>
          </w:p>
        </w:tc>
        <w:tc>
          <w:tcPr>
            <w:tcW w:w="1666" w:type="dxa"/>
          </w:tcPr>
          <w:p w:rsidR="002731A1" w:rsidRDefault="002731A1" w:rsidP="0027384E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 xml:space="preserve">Энтузиастов, 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смешанные товары</w:t>
            </w:r>
            <w:r w:rsidRPr="00022808"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Миллер Н.В.</w:t>
            </w:r>
          </w:p>
        </w:tc>
        <w:tc>
          <w:tcPr>
            <w:tcW w:w="1666" w:type="dxa"/>
          </w:tcPr>
          <w:p w:rsidR="002731A1" w:rsidRDefault="002731A1" w:rsidP="00BC1E03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Советская, 15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Евченко Г.Ф.</w:t>
            </w:r>
          </w:p>
        </w:tc>
        <w:tc>
          <w:tcPr>
            <w:tcW w:w="1666" w:type="dxa"/>
          </w:tcPr>
          <w:p w:rsidR="002731A1" w:rsidRDefault="002731A1" w:rsidP="00BC1E03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Дружбы Народов, 1а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продукты, бытовая химия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Поздеева Г.П.</w:t>
            </w:r>
          </w:p>
        </w:tc>
        <w:tc>
          <w:tcPr>
            <w:tcW w:w="1666" w:type="dxa"/>
          </w:tcPr>
          <w:p w:rsidR="002731A1" w:rsidRDefault="002731A1" w:rsidP="00BC1E03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Энтузиастов, 17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Герасимович Н.И.</w:t>
            </w:r>
          </w:p>
        </w:tc>
        <w:tc>
          <w:tcPr>
            <w:tcW w:w="1666" w:type="dxa"/>
          </w:tcPr>
          <w:p w:rsidR="002731A1" w:rsidRDefault="002731A1" w:rsidP="008C5F68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Энтузиастов, 15а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Pr="00022808">
              <w:rPr>
                <w:sz w:val="20"/>
                <w:szCs w:val="20"/>
              </w:rPr>
              <w:t xml:space="preserve"> м²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бытовая химия,  стройматериалы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Белова В.В.</w:t>
            </w:r>
          </w:p>
        </w:tc>
        <w:tc>
          <w:tcPr>
            <w:tcW w:w="1666" w:type="dxa"/>
          </w:tcPr>
          <w:p w:rsidR="002731A1" w:rsidRDefault="002731A1" w:rsidP="008C5F68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  <w:tr w:rsidR="002731A1" w:rsidRPr="00617A17">
        <w:trPr>
          <w:jc w:val="center"/>
        </w:trPr>
        <w:tc>
          <w:tcPr>
            <w:tcW w:w="936" w:type="dxa"/>
          </w:tcPr>
          <w:p w:rsidR="002731A1" w:rsidRPr="00617A17" w:rsidRDefault="002731A1" w:rsidP="008C5F68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228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Куанда                 </w:t>
            </w:r>
            <w:r w:rsidRPr="00022808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Дружбы Народов, 11</w:t>
            </w:r>
          </w:p>
        </w:tc>
        <w:tc>
          <w:tcPr>
            <w:tcW w:w="1242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м2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Вагон-магазин</w:t>
            </w:r>
          </w:p>
        </w:tc>
        <w:tc>
          <w:tcPr>
            <w:tcW w:w="166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один</w:t>
            </w:r>
          </w:p>
        </w:tc>
        <w:tc>
          <w:tcPr>
            <w:tcW w:w="1710" w:type="dxa"/>
            <w:vAlign w:val="center"/>
          </w:tcPr>
          <w:p w:rsidR="002731A1" w:rsidRPr="00022808" w:rsidRDefault="002731A1" w:rsidP="00746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смешанные товары</w:t>
            </w:r>
          </w:p>
        </w:tc>
        <w:tc>
          <w:tcPr>
            <w:tcW w:w="2206" w:type="dxa"/>
            <w:vAlign w:val="center"/>
          </w:tcPr>
          <w:p w:rsidR="002731A1" w:rsidRPr="00022808" w:rsidRDefault="002731A1" w:rsidP="00BC1E03">
            <w:pPr>
              <w:rPr>
                <w:sz w:val="20"/>
                <w:szCs w:val="20"/>
              </w:rPr>
            </w:pPr>
            <w:r w:rsidRPr="00022808">
              <w:rPr>
                <w:sz w:val="20"/>
                <w:szCs w:val="20"/>
              </w:rPr>
              <w:t>ИП</w:t>
            </w:r>
            <w:r>
              <w:rPr>
                <w:sz w:val="20"/>
                <w:szCs w:val="20"/>
              </w:rPr>
              <w:t xml:space="preserve"> Шемелина Г.И.  </w:t>
            </w:r>
          </w:p>
        </w:tc>
        <w:tc>
          <w:tcPr>
            <w:tcW w:w="1666" w:type="dxa"/>
          </w:tcPr>
          <w:p w:rsidR="002731A1" w:rsidRDefault="002731A1" w:rsidP="00BC1E03">
            <w:pPr>
              <w:jc w:val="center"/>
            </w:pPr>
            <w:r w:rsidRPr="008B2B73">
              <w:rPr>
                <w:sz w:val="20"/>
                <w:szCs w:val="20"/>
              </w:rPr>
              <w:t>постоянно</w:t>
            </w:r>
          </w:p>
        </w:tc>
        <w:tc>
          <w:tcPr>
            <w:tcW w:w="1673" w:type="dxa"/>
          </w:tcPr>
          <w:p w:rsidR="002731A1" w:rsidRPr="00022808" w:rsidRDefault="002731A1" w:rsidP="00E17404">
            <w:pPr>
              <w:jc w:val="both"/>
              <w:rPr>
                <w:sz w:val="20"/>
                <w:szCs w:val="20"/>
              </w:rPr>
            </w:pPr>
          </w:p>
        </w:tc>
      </w:tr>
    </w:tbl>
    <w:p w:rsidR="002731A1" w:rsidRDefault="002731A1"/>
    <w:sectPr w:rsidR="002731A1" w:rsidSect="00B4442B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54099"/>
    <w:multiLevelType w:val="hybridMultilevel"/>
    <w:tmpl w:val="F3CEE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CC7"/>
    <w:rsid w:val="00021CE0"/>
    <w:rsid w:val="00022808"/>
    <w:rsid w:val="00054789"/>
    <w:rsid w:val="000B5D9B"/>
    <w:rsid w:val="002731A1"/>
    <w:rsid w:val="0027384E"/>
    <w:rsid w:val="00292AC5"/>
    <w:rsid w:val="003953FF"/>
    <w:rsid w:val="00544F9F"/>
    <w:rsid w:val="005A4C42"/>
    <w:rsid w:val="005A4E8A"/>
    <w:rsid w:val="005E5243"/>
    <w:rsid w:val="00617A17"/>
    <w:rsid w:val="00673920"/>
    <w:rsid w:val="00687DFD"/>
    <w:rsid w:val="006A2D49"/>
    <w:rsid w:val="007069F1"/>
    <w:rsid w:val="0073669B"/>
    <w:rsid w:val="0074699E"/>
    <w:rsid w:val="007F1022"/>
    <w:rsid w:val="00841AFB"/>
    <w:rsid w:val="00854EDB"/>
    <w:rsid w:val="008A77A6"/>
    <w:rsid w:val="008B2B73"/>
    <w:rsid w:val="008C5F68"/>
    <w:rsid w:val="00977C8C"/>
    <w:rsid w:val="0099068C"/>
    <w:rsid w:val="009A3E53"/>
    <w:rsid w:val="009C22B4"/>
    <w:rsid w:val="009F299B"/>
    <w:rsid w:val="00A24452"/>
    <w:rsid w:val="00A474F3"/>
    <w:rsid w:val="00AA7824"/>
    <w:rsid w:val="00AB21D5"/>
    <w:rsid w:val="00B33A6C"/>
    <w:rsid w:val="00B4442B"/>
    <w:rsid w:val="00B7122B"/>
    <w:rsid w:val="00B73ACB"/>
    <w:rsid w:val="00BC1E03"/>
    <w:rsid w:val="00BF6F5A"/>
    <w:rsid w:val="00C30565"/>
    <w:rsid w:val="00C717E0"/>
    <w:rsid w:val="00CB748A"/>
    <w:rsid w:val="00DC4B2F"/>
    <w:rsid w:val="00DF09D7"/>
    <w:rsid w:val="00E17404"/>
    <w:rsid w:val="00E506EF"/>
    <w:rsid w:val="00E6590F"/>
    <w:rsid w:val="00E86B7C"/>
    <w:rsid w:val="00F9242D"/>
    <w:rsid w:val="00FC3B96"/>
    <w:rsid w:val="00FE5CC7"/>
    <w:rsid w:val="00FE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CC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5CC7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5CC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1">
    <w:name w:val="a1"/>
    <w:basedOn w:val="Normal"/>
    <w:uiPriority w:val="99"/>
    <w:rsid w:val="00FE5CC7"/>
    <w:pPr>
      <w:spacing w:before="100" w:beforeAutospacing="1" w:after="100" w:afterAutospacing="1"/>
    </w:pPr>
  </w:style>
  <w:style w:type="paragraph" w:customStyle="1" w:styleId="a2">
    <w:name w:val="a2"/>
    <w:basedOn w:val="Normal"/>
    <w:uiPriority w:val="99"/>
    <w:rsid w:val="00FE5CC7"/>
    <w:pPr>
      <w:spacing w:before="100" w:beforeAutospacing="1" w:after="100" w:afterAutospacing="1"/>
    </w:pPr>
  </w:style>
  <w:style w:type="paragraph" w:customStyle="1" w:styleId="a5">
    <w:name w:val="a5"/>
    <w:basedOn w:val="Normal"/>
    <w:uiPriority w:val="99"/>
    <w:rsid w:val="00FE5CC7"/>
    <w:pPr>
      <w:spacing w:before="100" w:beforeAutospacing="1" w:after="100" w:afterAutospacing="1"/>
    </w:pPr>
  </w:style>
  <w:style w:type="paragraph" w:customStyle="1" w:styleId="consplusnormal">
    <w:name w:val="consplusnormal"/>
    <w:basedOn w:val="Normal"/>
    <w:uiPriority w:val="99"/>
    <w:rsid w:val="00FE5C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DF09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9D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300</TotalTime>
  <Pages>4</Pages>
  <Words>1219</Words>
  <Characters>6951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«Куандинское»</dc:title>
  <dc:subject/>
  <dc:creator>User</dc:creator>
  <cp:keywords/>
  <dc:description/>
  <cp:lastModifiedBy>Администрация</cp:lastModifiedBy>
  <cp:revision>6</cp:revision>
  <cp:lastPrinted>2014-03-05T07:26:00Z</cp:lastPrinted>
  <dcterms:created xsi:type="dcterms:W3CDTF">2014-03-05T01:54:00Z</dcterms:created>
  <dcterms:modified xsi:type="dcterms:W3CDTF">2014-03-05T07:52:00Z</dcterms:modified>
</cp:coreProperties>
</file>